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6A" w:rsidRPr="00040320" w:rsidRDefault="009F086A" w:rsidP="00040320">
      <w:pPr>
        <w:spacing w:before="100" w:beforeAutospacing="1" w:after="100" w:afterAutospacing="1" w:line="276" w:lineRule="auto"/>
        <w:jc w:val="center"/>
        <w:rPr>
          <w:rFonts w:ascii="Monotype Corsiva" w:hAnsi="Monotype Corsiva" w:cs="Monotype Corsiva"/>
          <w:b/>
          <w:bCs/>
          <w:sz w:val="44"/>
          <w:szCs w:val="44"/>
          <w:lang w:eastAsia="ru-RU"/>
        </w:rPr>
      </w:pPr>
      <w:r>
        <w:rPr>
          <w:rFonts w:ascii="Monotype Corsiva" w:hAnsi="Monotype Corsiva" w:cs="Monotype Corsiva"/>
          <w:b/>
          <w:bCs/>
          <w:sz w:val="44"/>
          <w:szCs w:val="44"/>
          <w:lang w:eastAsia="ru-RU"/>
        </w:rPr>
        <w:t>Средняя общеобразовательная школа № 18</w:t>
      </w:r>
    </w:p>
    <w:p w:rsidR="009F086A" w:rsidRPr="00040320" w:rsidRDefault="009F086A" w:rsidP="00040320">
      <w:pPr>
        <w:spacing w:before="100" w:beforeAutospacing="1" w:after="100" w:afterAutospacing="1" w:line="276" w:lineRule="auto"/>
        <w:jc w:val="center"/>
        <w:rPr>
          <w:rFonts w:ascii="Monotype Corsiva" w:hAnsi="Monotype Corsiva" w:cs="Monotype Corsiva"/>
          <w:b/>
          <w:bCs/>
          <w:sz w:val="44"/>
          <w:szCs w:val="44"/>
          <w:lang w:eastAsia="ru-RU"/>
        </w:rPr>
      </w:pPr>
    </w:p>
    <w:p w:rsidR="009F086A" w:rsidRPr="00040320" w:rsidRDefault="009F086A" w:rsidP="00040320">
      <w:pPr>
        <w:spacing w:before="100" w:beforeAutospacing="1" w:after="100" w:afterAutospacing="1" w:line="276" w:lineRule="auto"/>
        <w:ind w:firstLine="708"/>
        <w:jc w:val="center"/>
        <w:rPr>
          <w:rFonts w:ascii="Monotype Corsiva" w:hAnsi="Monotype Corsiva" w:cs="Monotype Corsiva"/>
          <w:b/>
          <w:bCs/>
          <w:sz w:val="44"/>
          <w:szCs w:val="44"/>
          <w:lang w:eastAsia="ru-RU"/>
        </w:rPr>
      </w:pPr>
    </w:p>
    <w:p w:rsidR="009F086A" w:rsidRDefault="009F086A" w:rsidP="00040320">
      <w:pPr>
        <w:spacing w:before="100" w:beforeAutospacing="1" w:after="100" w:afterAutospacing="1" w:line="276" w:lineRule="auto"/>
        <w:jc w:val="center"/>
        <w:rPr>
          <w:rFonts w:ascii="Monotype Corsiva" w:hAnsi="Monotype Corsiva" w:cs="Monotype Corsiva"/>
          <w:b/>
          <w:bCs/>
          <w:sz w:val="44"/>
          <w:szCs w:val="44"/>
          <w:lang w:eastAsia="ru-RU"/>
        </w:rPr>
      </w:pPr>
      <w:r>
        <w:rPr>
          <w:rFonts w:ascii="Monotype Corsiva" w:hAnsi="Monotype Corsiva" w:cs="Monotype Corsiva"/>
          <w:b/>
          <w:bCs/>
          <w:sz w:val="44"/>
          <w:szCs w:val="44"/>
          <w:lang w:eastAsia="ru-RU"/>
        </w:rPr>
        <w:t xml:space="preserve">Игра </w:t>
      </w:r>
    </w:p>
    <w:p w:rsidR="009F086A" w:rsidRPr="00040320" w:rsidRDefault="009F086A" w:rsidP="00040320">
      <w:pPr>
        <w:spacing w:before="100" w:beforeAutospacing="1" w:after="100" w:afterAutospacing="1" w:line="276" w:lineRule="auto"/>
        <w:jc w:val="center"/>
        <w:rPr>
          <w:rFonts w:ascii="Monotype Corsiva" w:hAnsi="Monotype Corsiva" w:cs="Monotype Corsiva"/>
          <w:b/>
          <w:bCs/>
          <w:sz w:val="44"/>
          <w:szCs w:val="44"/>
          <w:lang w:eastAsia="ru-RU"/>
        </w:rPr>
      </w:pPr>
      <w:r>
        <w:rPr>
          <w:rFonts w:ascii="Monotype Corsiva" w:hAnsi="Monotype Corsiva" w:cs="Monotype Corsiva"/>
          <w:b/>
          <w:bCs/>
          <w:sz w:val="44"/>
          <w:szCs w:val="44"/>
          <w:lang w:eastAsia="ru-RU"/>
        </w:rPr>
        <w:t>Кто возьмет миллион?</w:t>
      </w:r>
    </w:p>
    <w:p w:rsidR="009F086A" w:rsidRPr="00040320" w:rsidRDefault="009F086A" w:rsidP="00040320">
      <w:pPr>
        <w:spacing w:before="100" w:beforeAutospacing="1" w:after="100" w:afterAutospacing="1" w:line="276" w:lineRule="auto"/>
        <w:rPr>
          <w:rFonts w:ascii="Monotype Corsiva" w:hAnsi="Monotype Corsiva" w:cs="Monotype Corsiva"/>
          <w:b/>
          <w:bCs/>
          <w:sz w:val="44"/>
          <w:szCs w:val="44"/>
          <w:lang w:eastAsia="ru-RU"/>
        </w:rPr>
      </w:pPr>
      <w:r w:rsidRPr="000D4632">
        <w:rPr>
          <w:rFonts w:ascii="Monotype Corsiva" w:hAnsi="Monotype Corsiva" w:cs="Monotype Corsiva"/>
          <w:b/>
          <w:bCs/>
          <w:sz w:val="44"/>
          <w:szCs w:val="4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44.25pt" fillcolor="#06c" strokecolor="#9cf" strokeweight="1.5pt">
            <v:shadow on="t" color="#900"/>
            <v:textpath style="font-family:&quot;Impact&quot;;v-text-kern:t" trim="t" fitpath="t" string="«Что за прелесть, эти сказки!»"/>
          </v:shape>
        </w:pict>
      </w:r>
    </w:p>
    <w:p w:rsidR="009F086A" w:rsidRDefault="009F086A" w:rsidP="00040320">
      <w:pPr>
        <w:spacing w:before="100" w:beforeAutospacing="1" w:after="100" w:afterAutospacing="1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Pr="00040320" w:rsidRDefault="009F086A" w:rsidP="00040320">
      <w:pPr>
        <w:spacing w:before="100" w:beforeAutospacing="1" w:after="100" w:afterAutospacing="1"/>
        <w:jc w:val="right"/>
        <w:rPr>
          <w:rFonts w:ascii="Monotype Corsiva" w:hAnsi="Monotype Corsiva" w:cs="Monotype Corsiva"/>
          <w:b/>
          <w:bCs/>
          <w:sz w:val="40"/>
          <w:szCs w:val="40"/>
          <w:lang w:eastAsia="ru-RU"/>
        </w:rPr>
      </w:pPr>
      <w:r w:rsidRPr="00040320">
        <w:rPr>
          <w:rFonts w:ascii="Monotype Corsiva" w:hAnsi="Monotype Corsiva" w:cs="Monotype Corsiva"/>
          <w:b/>
          <w:bCs/>
          <w:sz w:val="40"/>
          <w:szCs w:val="40"/>
          <w:lang w:eastAsia="ru-RU"/>
        </w:rPr>
        <w:t>автор:</w:t>
      </w:r>
    </w:p>
    <w:p w:rsidR="009F086A" w:rsidRPr="00040320" w:rsidRDefault="009F086A" w:rsidP="00040320">
      <w:pPr>
        <w:spacing w:before="100" w:beforeAutospacing="1" w:after="100" w:afterAutospacing="1"/>
        <w:jc w:val="right"/>
        <w:rPr>
          <w:rFonts w:ascii="Monotype Corsiva" w:hAnsi="Monotype Corsiva" w:cs="Monotype Corsiva"/>
          <w:b/>
          <w:bCs/>
          <w:sz w:val="40"/>
          <w:szCs w:val="40"/>
          <w:lang w:eastAsia="ru-RU"/>
        </w:rPr>
      </w:pPr>
      <w:r>
        <w:rPr>
          <w:rFonts w:ascii="Monotype Corsiva" w:hAnsi="Monotype Corsiva" w:cs="Monotype Corsiva"/>
          <w:b/>
          <w:bCs/>
          <w:sz w:val="40"/>
          <w:szCs w:val="40"/>
          <w:lang w:eastAsia="ru-RU"/>
        </w:rPr>
        <w:t>Исимова А.Б.</w:t>
      </w:r>
    </w:p>
    <w:p w:rsidR="009F086A" w:rsidRDefault="009F086A" w:rsidP="00040320">
      <w:pPr>
        <w:spacing w:before="100" w:beforeAutospacing="1" w:after="100" w:afterAutospacing="1"/>
        <w:jc w:val="right"/>
        <w:rPr>
          <w:rFonts w:ascii="Monotype Corsiva" w:hAnsi="Monotype Corsiva" w:cs="Monotype Corsiva"/>
          <w:b/>
          <w:bCs/>
          <w:sz w:val="40"/>
          <w:szCs w:val="40"/>
          <w:lang w:eastAsia="ru-RU"/>
        </w:rPr>
      </w:pPr>
      <w:r w:rsidRPr="00040320">
        <w:rPr>
          <w:rFonts w:ascii="Monotype Corsiva" w:hAnsi="Monotype Corsiva" w:cs="Monotype Corsiva"/>
          <w:b/>
          <w:bCs/>
          <w:sz w:val="40"/>
          <w:szCs w:val="40"/>
          <w:lang w:eastAsia="ru-RU"/>
        </w:rPr>
        <w:t>учитель начальных классов</w:t>
      </w:r>
    </w:p>
    <w:p w:rsidR="009F086A" w:rsidRDefault="009F086A" w:rsidP="00040320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040320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  <w:lang w:eastAsia="ru-RU"/>
        </w:rPr>
      </w:pPr>
    </w:p>
    <w:p w:rsidR="009F086A" w:rsidRDefault="009F086A" w:rsidP="00F06631">
      <w:pPr>
        <w:spacing w:before="100" w:beforeAutospacing="1" w:after="100" w:afterAutospacing="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г. Павлодар 2012-2013 уч.г.</w:t>
      </w:r>
    </w:p>
    <w:p w:rsidR="009F086A" w:rsidRPr="006F2B20" w:rsidRDefault="009F086A" w:rsidP="00574718">
      <w:pPr>
        <w:spacing w:before="100" w:beforeAutospacing="1" w:after="100" w:afterAutospacing="1" w:line="276" w:lineRule="auto"/>
        <w:jc w:val="center"/>
        <w:rPr>
          <w:rFonts w:ascii="Monotype Corsiva" w:hAnsi="Monotype Corsiva" w:cs="Monotype Corsiva"/>
          <w:b/>
          <w:bCs/>
          <w:lang w:eastAsia="ru-RU"/>
        </w:rPr>
      </w:pPr>
      <w:r>
        <w:rPr>
          <w:rFonts w:ascii="Monotype Corsiva" w:hAnsi="Monotype Corsiva" w:cs="Monotype Corsiva"/>
          <w:b/>
          <w:bCs/>
          <w:sz w:val="44"/>
          <w:szCs w:val="44"/>
          <w:lang w:eastAsia="ru-RU"/>
        </w:rPr>
        <w:t xml:space="preserve">Кто возьмет миллион? </w:t>
      </w:r>
      <w:r w:rsidRPr="006F2B20">
        <w:rPr>
          <w:rFonts w:eastAsia="Times New Roman"/>
          <w:b/>
          <w:bCs/>
          <w:lang w:eastAsia="ru-RU"/>
        </w:rPr>
        <w:t>по сказкам «Что за прелесть, эти сказки!»</w:t>
      </w:r>
    </w:p>
    <w:p w:rsidR="009F086A" w:rsidRPr="006F2B20" w:rsidRDefault="009F086A" w:rsidP="00846F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>Цель:</w:t>
      </w:r>
      <w:r w:rsidRPr="006F2B20">
        <w:rPr>
          <w:rFonts w:eastAsia="Times New Roman"/>
          <w:lang w:eastAsia="ru-RU"/>
        </w:rPr>
        <w:t xml:space="preserve"> повторить и систематизировать знания о сказках.</w:t>
      </w:r>
    </w:p>
    <w:p w:rsidR="009F086A" w:rsidRPr="006F2B20" w:rsidRDefault="009F086A" w:rsidP="00846F8E">
      <w:pPr>
        <w:spacing w:before="100" w:beforeAutospacing="1" w:after="100" w:afterAutospacing="1"/>
      </w:pPr>
      <w:r w:rsidRPr="006F2B20">
        <w:rPr>
          <w:b/>
          <w:bCs/>
        </w:rPr>
        <w:t>Задачи</w:t>
      </w:r>
      <w:r w:rsidRPr="006F2B20">
        <w:t xml:space="preserve">: </w:t>
      </w:r>
    </w:p>
    <w:p w:rsidR="009F086A" w:rsidRPr="006F2B20" w:rsidRDefault="009F086A" w:rsidP="00846F8E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shd w:val="clear" w:color="auto" w:fill="FFFFFF"/>
        </w:rPr>
        <w:t>развитие наглядно-образного, словесно-логического мышления, внимания,</w:t>
      </w:r>
      <w:r w:rsidRPr="006F2B20">
        <w:t xml:space="preserve"> </w:t>
      </w:r>
      <w:r w:rsidRPr="006F2B20">
        <w:rPr>
          <w:shd w:val="clear" w:color="auto" w:fill="FFFFFF"/>
        </w:rPr>
        <w:t xml:space="preserve">памяти, умения </w:t>
      </w:r>
      <w:r w:rsidRPr="006F2B20">
        <w:rPr>
          <w:rFonts w:eastAsia="Times New Roman"/>
          <w:lang w:eastAsia="ru-RU"/>
        </w:rPr>
        <w:t xml:space="preserve"> отвечать на вопросы, сравнивать, обобщать; развитие  творческих способностей, воображения, чувства юмора;</w:t>
      </w:r>
    </w:p>
    <w:p w:rsidR="009F086A" w:rsidRPr="006F2B20" w:rsidRDefault="009F086A" w:rsidP="00846F8E">
      <w:pPr>
        <w:pStyle w:val="ListParagraph"/>
        <w:numPr>
          <w:ilvl w:val="0"/>
          <w:numId w:val="10"/>
        </w:numPr>
        <w:spacing w:line="276" w:lineRule="auto"/>
        <w:rPr>
          <w:shd w:val="clear" w:color="auto" w:fill="FFFFFF"/>
        </w:rPr>
      </w:pPr>
      <w:r w:rsidRPr="006F2B20">
        <w:rPr>
          <w:shd w:val="clear" w:color="auto" w:fill="FFFFFF"/>
        </w:rPr>
        <w:t>обогащение словарного запаса учащихся;</w:t>
      </w:r>
    </w:p>
    <w:p w:rsidR="009F086A" w:rsidRPr="006F2B20" w:rsidRDefault="009F086A" w:rsidP="00846F8E">
      <w:pPr>
        <w:numPr>
          <w:ilvl w:val="0"/>
          <w:numId w:val="10"/>
        </w:num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воспитание любви к сказкам, к литературе, как к учебному предмету; привитие читательского интереса.</w:t>
      </w:r>
    </w:p>
    <w:p w:rsidR="009F086A" w:rsidRPr="006F2B20" w:rsidRDefault="009F086A" w:rsidP="00AE3B18">
      <w:pPr>
        <w:spacing w:line="276" w:lineRule="auto"/>
      </w:pPr>
      <w:r w:rsidRPr="006F2B20">
        <w:rPr>
          <w:b/>
          <w:bCs/>
        </w:rPr>
        <w:t>Оборудование</w:t>
      </w:r>
      <w:r w:rsidRPr="006F2B20">
        <w:t>: компьютер, проектор, колонки, мультимедийная  презентация «Что за прелесть, эти сказки!», карточки с цифрами 0-4 для ответов, «звёздочки» для оценивания, видеоролик «В гостях у сказки», выставка сказок, медаль победителю.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>Участвуют</w:t>
      </w:r>
      <w:r w:rsidRPr="006F2B20">
        <w:rPr>
          <w:rFonts w:eastAsia="Times New Roman"/>
          <w:lang w:eastAsia="ru-RU"/>
        </w:rPr>
        <w:t> 7 финалистов отборочных конкурсов.</w:t>
      </w:r>
    </w:p>
    <w:p w:rsidR="009F086A" w:rsidRPr="006F2B20" w:rsidRDefault="009F086A" w:rsidP="00E9198E">
      <w:pPr>
        <w:spacing w:before="100" w:beforeAutospacing="1" w:after="100" w:afterAutospacing="1"/>
      </w:pPr>
      <w:r w:rsidRPr="006F2B20">
        <w:rPr>
          <w:b/>
          <w:bCs/>
        </w:rPr>
        <w:t>Условия игры:</w:t>
      </w:r>
      <w:r w:rsidRPr="006F2B20">
        <w:t xml:space="preserve"> задается вопрос, дается время на раздумье и по сигналу ведущего участники поднимают табличку с номером правильного, на их взгляд, ответа. За правильный ответ даётся «звёздочка».  На слайдах презентации содержится вопрос и 4 варианта ответа, после того, как ответили участники, показывается правильный ответ (щелчком мышки убираются неверные, остаётся только правильный ответ, </w:t>
      </w:r>
      <w:r w:rsidRPr="006F2B20">
        <w:rPr>
          <w:u w:val="single"/>
        </w:rPr>
        <w:t>по нему</w:t>
      </w:r>
      <w:r w:rsidRPr="006F2B20">
        <w:t xml:space="preserve"> кликаем мышкою - появляется картинка к сказке.)</w:t>
      </w:r>
    </w:p>
    <w:p w:rsidR="009F086A" w:rsidRPr="006F2B20" w:rsidRDefault="009F086A" w:rsidP="00E9198E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Ход мероприятия: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Живет в каждой сказке какой-то герой,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Мечтает герой подружиться со мной,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И ключик волшебный от дверки в стене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Несет Буратино ко мне.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Все больше прочитанных книжек семья,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Все больше хороших друзей у меня!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В каникулы летом и в школьные дни –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Со мною повсюду они!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Давайте знакомые книжки откроем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И снова пойдем от страницы к странице: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Всегда ведь приятно с любимым героем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Опять повстречаться, сильней подружиться.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Неважно, что с книжкой знакомы давно мы.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Пускай и с героем отлично знакомы,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И чем там закончится – тоже известно,</w:t>
      </w:r>
    </w:p>
    <w:p w:rsidR="009F086A" w:rsidRPr="006F2B20" w:rsidRDefault="009F086A" w:rsidP="00092213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  <w:rPr>
          <w:color w:val="000000"/>
        </w:rPr>
      </w:pPr>
      <w:r w:rsidRPr="006F2B20">
        <w:rPr>
          <w:color w:val="000000"/>
        </w:rPr>
        <w:t>Хорошие книжки всегда интересны.</w:t>
      </w:r>
    </w:p>
    <w:p w:rsidR="009F086A" w:rsidRPr="006F2B20" w:rsidRDefault="009F086A" w:rsidP="006F2B20">
      <w:pPr>
        <w:spacing w:before="100" w:beforeAutospacing="1" w:after="100" w:afterAutospacing="1" w:line="276" w:lineRule="auto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 xml:space="preserve">Ведущий:  </w:t>
      </w:r>
      <w:r w:rsidRPr="006F2B20">
        <w:rPr>
          <w:rFonts w:eastAsia="Times New Roman"/>
          <w:lang w:eastAsia="ru-RU"/>
        </w:rPr>
        <w:t xml:space="preserve">Дорогие ребята! Сегодня у нас необычное мероприятие, «Звёздный час», посвященный сказкам. </w:t>
      </w:r>
    </w:p>
    <w:p w:rsidR="009F086A" w:rsidRPr="006F2B20" w:rsidRDefault="009F086A" w:rsidP="006F2B20">
      <w:pPr>
        <w:spacing w:before="100" w:beforeAutospacing="1" w:after="100" w:afterAutospacing="1" w:line="276" w:lineRule="auto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 Ведущий приветствует зрителей, представляет состав жюри, объявляет участников игры).</w:t>
      </w:r>
    </w:p>
    <w:p w:rsidR="009F086A" w:rsidRDefault="009F086A" w:rsidP="006F2B20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6F2B20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1 тур «В гостях у сказки» (слайд 2)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Первый вопрос</w:t>
      </w:r>
      <w:r w:rsidRPr="006F2B20">
        <w:rPr>
          <w:rFonts w:eastAsia="Times New Roman"/>
          <w:lang w:eastAsia="ru-RU"/>
        </w:rPr>
        <w:t xml:space="preserve"> (слайд 3):</w:t>
      </w:r>
    </w:p>
    <w:p w:rsidR="009F086A" w:rsidRDefault="009F086A" w:rsidP="002D1FD5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Вылетела стрела и попала в болото,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В этом болоте поймал её кто-то.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Кто, распростившись с зелёною кожей,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Сделался милой, красивой, пригожей?</w:t>
      </w:r>
    </w:p>
    <w:p w:rsidR="009F086A" w:rsidRPr="006F2B20" w:rsidRDefault="009F086A" w:rsidP="002D1FD5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</w:t>
      </w:r>
      <w:r w:rsidRPr="006F2B20">
        <w:rPr>
          <w:rFonts w:eastAsia="Times New Roman"/>
          <w:u w:val="single"/>
          <w:lang w:eastAsia="ru-RU"/>
        </w:rPr>
        <w:t>Василиса Прекрасная</w:t>
      </w:r>
      <w:r w:rsidRPr="006F2B20">
        <w:rPr>
          <w:rFonts w:eastAsia="Times New Roman"/>
          <w:lang w:eastAsia="ru-RU"/>
        </w:rPr>
        <w:t>, Алёнушка, Марья Моревна, Марья Искусница)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Второй вопрос</w:t>
      </w:r>
      <w:r w:rsidRPr="006F2B20">
        <w:rPr>
          <w:rFonts w:eastAsia="Times New Roman"/>
          <w:lang w:eastAsia="ru-RU"/>
        </w:rPr>
        <w:t xml:space="preserve"> (слайд 4)</w:t>
      </w:r>
    </w:p>
    <w:p w:rsidR="009F086A" w:rsidRDefault="009F086A" w:rsidP="008714CF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D1FD5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Как начинается сказка «О царе Салтане?» 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 В некотором царстве, в некотором государстве…;  </w:t>
      </w:r>
      <w:r w:rsidRPr="006F2B20">
        <w:rPr>
          <w:rFonts w:eastAsia="Times New Roman"/>
          <w:u w:val="single"/>
          <w:lang w:eastAsia="ru-RU"/>
        </w:rPr>
        <w:t>три девицы под окном…,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жил-был царь…, жили-были царь с царицей…)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Третий вопрос</w:t>
      </w:r>
      <w:r w:rsidRPr="006F2B20">
        <w:rPr>
          <w:rFonts w:eastAsia="Times New Roman"/>
          <w:lang w:eastAsia="ru-RU"/>
        </w:rPr>
        <w:t xml:space="preserve"> (слайд 5):</w:t>
      </w:r>
    </w:p>
    <w:p w:rsidR="009F086A" w:rsidRDefault="009F086A" w:rsidP="008714CF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D1FD5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Как называется поле, на котором Буратино хотел посадить свои денежки? 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(Чудесная полянка, </w:t>
      </w:r>
      <w:r w:rsidRPr="006F2B20">
        <w:rPr>
          <w:rFonts w:eastAsia="Times New Roman"/>
          <w:u w:val="single"/>
          <w:lang w:eastAsia="ru-RU"/>
        </w:rPr>
        <w:t>Поле Чудес</w:t>
      </w:r>
      <w:r w:rsidRPr="006F2B20">
        <w:rPr>
          <w:rFonts w:eastAsia="Times New Roman"/>
          <w:lang w:eastAsia="ru-RU"/>
        </w:rPr>
        <w:t>, Чудо-поле, Поляна Дураков)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Четвёртый вопрос</w:t>
      </w:r>
      <w:r w:rsidRPr="006F2B20">
        <w:rPr>
          <w:rFonts w:eastAsia="Times New Roman"/>
          <w:lang w:eastAsia="ru-RU"/>
        </w:rPr>
        <w:t xml:space="preserve"> (слайд 6):</w:t>
      </w:r>
    </w:p>
    <w:p w:rsidR="009F086A" w:rsidRDefault="009F086A" w:rsidP="008714CF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В кого превращался великан-людоед в сказке Ш.Перро? 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</w:t>
      </w:r>
      <w:r w:rsidRPr="006F2B20">
        <w:rPr>
          <w:rFonts w:eastAsia="Times New Roman"/>
          <w:u w:val="single"/>
          <w:lang w:eastAsia="ru-RU"/>
        </w:rPr>
        <w:t>Во льва, в мышь</w:t>
      </w:r>
      <w:r w:rsidRPr="006F2B20">
        <w:rPr>
          <w:rFonts w:eastAsia="Times New Roman"/>
          <w:lang w:eastAsia="ru-RU"/>
        </w:rPr>
        <w:t xml:space="preserve">, в петуха, в собаку) </w:t>
      </w:r>
      <w:r w:rsidRPr="006F2B20">
        <w:rPr>
          <w:rFonts w:eastAsia="Times New Roman"/>
          <w:b/>
          <w:bCs/>
          <w:lang w:eastAsia="ru-RU"/>
        </w:rPr>
        <w:t>(Здесь кликаем на «во льва»)</w:t>
      </w:r>
    </w:p>
    <w:p w:rsidR="009F086A" w:rsidRPr="006F2B20" w:rsidRDefault="009F086A" w:rsidP="006F2B20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 Пятый вопрос</w:t>
      </w:r>
      <w:r w:rsidRPr="006F2B20">
        <w:rPr>
          <w:rFonts w:eastAsia="Times New Roman"/>
          <w:lang w:eastAsia="ru-RU"/>
        </w:rPr>
        <w:t xml:space="preserve"> (слайд 7):</w:t>
      </w:r>
    </w:p>
    <w:p w:rsidR="009F086A" w:rsidRDefault="009F086A" w:rsidP="006F2B20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От кого пришла телеграмма: «Не могу к вам приехать, очень занят, т.к. Хочу море морщить, да проклятое племя корчить»? 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</w:t>
      </w:r>
      <w:r w:rsidRPr="006F2B20">
        <w:rPr>
          <w:rFonts w:eastAsia="Times New Roman"/>
          <w:u w:val="single"/>
          <w:lang w:eastAsia="ru-RU"/>
        </w:rPr>
        <w:t>Балда</w:t>
      </w:r>
      <w:r w:rsidRPr="006F2B20">
        <w:rPr>
          <w:rFonts w:eastAsia="Times New Roman"/>
          <w:lang w:eastAsia="ru-RU"/>
        </w:rPr>
        <w:t>, Баба Яга, Кощей, Водяной)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 xml:space="preserve">Ведущий:   </w:t>
      </w:r>
      <w:r w:rsidRPr="006F2B20">
        <w:rPr>
          <w:rFonts w:eastAsia="Times New Roman"/>
          <w:lang w:eastAsia="ru-RU"/>
        </w:rPr>
        <w:t>Жюри подводит итоги, участник, у которого меньше всего «звёздочек» - выбывает. Остаётся 6 участников.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Слово жюри.</w:t>
      </w:r>
    </w:p>
    <w:p w:rsidR="009F086A" w:rsidRPr="006F2B20" w:rsidRDefault="009F086A" w:rsidP="002C4CC1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2 тур «Сказочный денёк» (слайд 8)</w:t>
      </w:r>
    </w:p>
    <w:p w:rsidR="009F086A" w:rsidRDefault="009F086A" w:rsidP="002C4CC1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 xml:space="preserve">Ведущий:     Первый вопрос </w:t>
      </w:r>
      <w:r w:rsidRPr="006F2B20">
        <w:rPr>
          <w:rFonts w:eastAsia="Times New Roman"/>
          <w:lang w:eastAsia="ru-RU"/>
        </w:rPr>
        <w:t>(слайд 9):</w:t>
      </w:r>
    </w:p>
    <w:p w:rsidR="009F086A" w:rsidRDefault="009F086A" w:rsidP="008714CF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Игрушка, которой дали очень смешное имя, потому что она упала со стола. Кто это? </w:t>
      </w: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(Пьеро, Буратино, </w:t>
      </w:r>
      <w:r w:rsidRPr="006F2B20">
        <w:rPr>
          <w:rFonts w:eastAsia="Times New Roman"/>
          <w:u w:val="single"/>
          <w:lang w:eastAsia="ru-RU"/>
        </w:rPr>
        <w:t>Чубарашка</w:t>
      </w:r>
      <w:r w:rsidRPr="006F2B20">
        <w:rPr>
          <w:rFonts w:eastAsia="Times New Roman"/>
          <w:lang w:eastAsia="ru-RU"/>
        </w:rPr>
        <w:t>, Чипполино)</w:t>
      </w: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Второй вопрос</w:t>
      </w:r>
      <w:r w:rsidRPr="006F2B20">
        <w:rPr>
          <w:rFonts w:eastAsia="Times New Roman"/>
          <w:lang w:eastAsia="ru-RU"/>
        </w:rPr>
        <w:t xml:space="preserve"> (слайд 10):</w:t>
      </w:r>
    </w:p>
    <w:p w:rsidR="009F086A" w:rsidRDefault="009F086A" w:rsidP="0003332B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Его пытались съесть пятеро, а удалось шестому. Кто он? </w:t>
      </w: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</w:t>
      </w:r>
      <w:r w:rsidRPr="006F2B20">
        <w:rPr>
          <w:rFonts w:eastAsia="Times New Roman"/>
          <w:u w:val="single"/>
          <w:lang w:eastAsia="ru-RU"/>
        </w:rPr>
        <w:t>Колобок,</w:t>
      </w:r>
      <w:r w:rsidRPr="006F2B20">
        <w:rPr>
          <w:rFonts w:eastAsia="Times New Roman"/>
          <w:lang w:eastAsia="ru-RU"/>
        </w:rPr>
        <w:t xml:space="preserve"> Солнце, Заяц, Буратино)</w:t>
      </w: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 Третий вопрос</w:t>
      </w:r>
      <w:r w:rsidRPr="006F2B20">
        <w:rPr>
          <w:rFonts w:eastAsia="Times New Roman"/>
          <w:lang w:eastAsia="ru-RU"/>
        </w:rPr>
        <w:t xml:space="preserve"> (слайд 11):</w:t>
      </w:r>
    </w:p>
    <w:p w:rsidR="009F086A" w:rsidRDefault="009F086A" w:rsidP="0003332B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C4CC1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Кто ездил на сером волке? </w:t>
      </w:r>
    </w:p>
    <w:p w:rsidR="009F086A" w:rsidRPr="006F2B20" w:rsidRDefault="009F086A" w:rsidP="00E919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(Иванушка-дурачок, </w:t>
      </w:r>
      <w:r w:rsidRPr="006F2B20">
        <w:rPr>
          <w:rFonts w:eastAsia="Times New Roman"/>
          <w:u w:val="single"/>
          <w:lang w:eastAsia="ru-RU"/>
        </w:rPr>
        <w:t>Иван-царевич</w:t>
      </w:r>
      <w:r w:rsidRPr="006F2B20">
        <w:rPr>
          <w:rFonts w:eastAsia="Times New Roman"/>
          <w:lang w:eastAsia="ru-RU"/>
        </w:rPr>
        <w:t>, Емеля, Лягушка-путешественница)</w:t>
      </w:r>
    </w:p>
    <w:p w:rsidR="009F086A" w:rsidRPr="006F2B20" w:rsidRDefault="009F086A" w:rsidP="00846F8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 Четвёртый вопрос</w:t>
      </w:r>
      <w:r w:rsidRPr="006F2B20">
        <w:rPr>
          <w:rFonts w:eastAsia="Times New Roman"/>
          <w:lang w:eastAsia="ru-RU"/>
        </w:rPr>
        <w:t xml:space="preserve"> (слайд 12):</w:t>
      </w:r>
    </w:p>
    <w:p w:rsidR="009F086A" w:rsidRDefault="009F086A" w:rsidP="00E17660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Предмет, благодаря которому царевич нашёл себе жену. </w:t>
      </w:r>
    </w:p>
    <w:p w:rsidR="009F086A" w:rsidRPr="006F2B20" w:rsidRDefault="009F086A" w:rsidP="002C0B0E">
      <w:pPr>
        <w:tabs>
          <w:tab w:val="left" w:pos="4787"/>
        </w:tabs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(Перчатка, туфелька, </w:t>
      </w:r>
      <w:r w:rsidRPr="006F2B20">
        <w:rPr>
          <w:rFonts w:eastAsia="Times New Roman"/>
          <w:u w:val="single"/>
          <w:lang w:eastAsia="ru-RU"/>
        </w:rPr>
        <w:t>стрела</w:t>
      </w:r>
      <w:r w:rsidRPr="006F2B20">
        <w:rPr>
          <w:rFonts w:eastAsia="Times New Roman"/>
          <w:lang w:eastAsia="ru-RU"/>
        </w:rPr>
        <w:t>, платок)</w:t>
      </w:r>
      <w:r w:rsidRPr="006F2B20">
        <w:rPr>
          <w:rFonts w:eastAsia="Times New Roman"/>
          <w:lang w:eastAsia="ru-RU"/>
        </w:rPr>
        <w:tab/>
      </w:r>
    </w:p>
    <w:p w:rsidR="009F086A" w:rsidRPr="006F2B20" w:rsidRDefault="009F086A" w:rsidP="002C0B0E">
      <w:pPr>
        <w:tabs>
          <w:tab w:val="left" w:pos="4787"/>
        </w:tabs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  Пятый вопрос</w:t>
      </w:r>
      <w:r w:rsidRPr="006F2B20">
        <w:rPr>
          <w:rFonts w:eastAsia="Times New Roman"/>
          <w:lang w:eastAsia="ru-RU"/>
        </w:rPr>
        <w:t xml:space="preserve"> (слайд 13):</w:t>
      </w:r>
    </w:p>
    <w:p w:rsidR="009F086A" w:rsidRDefault="009F086A" w:rsidP="00E17660">
      <w:pPr>
        <w:tabs>
          <w:tab w:val="left" w:pos="4787"/>
        </w:tabs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2C0B0E">
      <w:pPr>
        <w:tabs>
          <w:tab w:val="left" w:pos="4787"/>
        </w:tabs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Сказочный герой, смерть которого в яйце. </w:t>
      </w:r>
    </w:p>
    <w:p w:rsidR="009F086A" w:rsidRPr="006F2B20" w:rsidRDefault="009F086A" w:rsidP="002C0B0E">
      <w:pPr>
        <w:tabs>
          <w:tab w:val="left" w:pos="4787"/>
        </w:tabs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(Змей-Горыныч, Баба Яга, Бармалей, </w:t>
      </w:r>
      <w:r w:rsidRPr="006F2B20">
        <w:rPr>
          <w:rFonts w:eastAsia="Times New Roman"/>
          <w:u w:val="single"/>
          <w:lang w:eastAsia="ru-RU"/>
        </w:rPr>
        <w:t>Кощей</w:t>
      </w:r>
      <w:r w:rsidRPr="006F2B20">
        <w:rPr>
          <w:rFonts w:eastAsia="Times New Roman"/>
          <w:lang w:eastAsia="ru-RU"/>
        </w:rPr>
        <w:t>)</w:t>
      </w:r>
    </w:p>
    <w:p w:rsidR="009F086A" w:rsidRPr="006F2B20" w:rsidRDefault="009F086A" w:rsidP="002C0B0E">
      <w:pPr>
        <w:tabs>
          <w:tab w:val="left" w:pos="4787"/>
        </w:tabs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</w:t>
      </w:r>
      <w:r w:rsidRPr="006F2B20">
        <w:rPr>
          <w:rFonts w:eastAsia="Times New Roman"/>
          <w:lang w:eastAsia="ru-RU"/>
        </w:rPr>
        <w:t xml:space="preserve">   Пока жюри подсчитывает «звёздочки», мы с вами отдохнём.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Физминутка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Буратино потянулся (все тянутся),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Раз нагнулся, два нагнулся (наклоняются).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Руки в стороны развёл (руки в стороны),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Ключик, видно, не нашёл (машут головой в стороны).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Чтобы ключик нам достать,</w:t>
      </w:r>
    </w:p>
    <w:p w:rsidR="009F086A" w:rsidRPr="006F2B20" w:rsidRDefault="009F086A" w:rsidP="007D237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надо на носочки встать (встают на носочки).</w:t>
      </w:r>
    </w:p>
    <w:p w:rsidR="009F086A" w:rsidRPr="006F2B20" w:rsidRDefault="009F086A" w:rsidP="007D2370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Слово жюри.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Жюри подводит итоги, участник, у которого меньше всего «звёздочек» - выбывает. Остаётся 5 участников.</w:t>
      </w:r>
    </w:p>
    <w:p w:rsidR="009F086A" w:rsidRPr="006F2B20" w:rsidRDefault="009F086A" w:rsidP="002C0B0E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3 тур «Мир сказок» (слайд 14)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Первый вопрос</w:t>
      </w:r>
      <w:r w:rsidRPr="006F2B20">
        <w:rPr>
          <w:rFonts w:eastAsia="Times New Roman"/>
          <w:lang w:eastAsia="ru-RU"/>
        </w:rPr>
        <w:t xml:space="preserve"> (слайд 15):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Посуда, из которой журавль кормил лису? 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(Тарелка, чашка, </w:t>
      </w:r>
      <w:r w:rsidRPr="006F2B20">
        <w:rPr>
          <w:rFonts w:eastAsia="Times New Roman"/>
          <w:u w:val="single"/>
          <w:lang w:eastAsia="ru-RU"/>
        </w:rPr>
        <w:t>кувшин</w:t>
      </w:r>
      <w:r w:rsidRPr="006F2B20">
        <w:rPr>
          <w:rFonts w:eastAsia="Times New Roman"/>
          <w:lang w:eastAsia="ru-RU"/>
        </w:rPr>
        <w:t>, кастрюля)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Второй вопрос</w:t>
      </w:r>
      <w:r w:rsidRPr="006F2B20">
        <w:rPr>
          <w:rFonts w:eastAsia="Times New Roman"/>
          <w:lang w:eastAsia="ru-RU"/>
        </w:rPr>
        <w:t xml:space="preserve"> (слайд 16):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Кто так пел: «Куда идём мы с Пятачком, большой-большой секрет»? 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</w:t>
      </w:r>
      <w:r w:rsidRPr="006F2B20">
        <w:rPr>
          <w:rFonts w:eastAsia="Times New Roman"/>
          <w:u w:val="single"/>
          <w:lang w:eastAsia="ru-RU"/>
        </w:rPr>
        <w:t>Винни Пух</w:t>
      </w:r>
      <w:r w:rsidRPr="006F2B20">
        <w:rPr>
          <w:rFonts w:eastAsia="Times New Roman"/>
          <w:lang w:eastAsia="ru-RU"/>
        </w:rPr>
        <w:t>, Ослик Иа, Сова, Кролик)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Третий вопрос</w:t>
      </w:r>
      <w:r w:rsidRPr="006F2B20">
        <w:rPr>
          <w:rFonts w:eastAsia="Times New Roman"/>
          <w:lang w:eastAsia="ru-RU"/>
        </w:rPr>
        <w:t xml:space="preserve"> (слайд 17):</w:t>
      </w:r>
    </w:p>
    <w:p w:rsidR="009F086A" w:rsidRDefault="009F086A" w:rsidP="00E17660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Каким транспортом пользовалась Баба Яга для перевозки пассажиров? 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(Метла, ступа, </w:t>
      </w:r>
      <w:r w:rsidRPr="006F2B20">
        <w:rPr>
          <w:rFonts w:eastAsia="Times New Roman"/>
          <w:u w:val="single"/>
          <w:lang w:eastAsia="ru-RU"/>
        </w:rPr>
        <w:t>гуси-лебеди</w:t>
      </w:r>
      <w:r w:rsidRPr="006F2B20">
        <w:rPr>
          <w:rFonts w:eastAsia="Times New Roman"/>
          <w:lang w:eastAsia="ru-RU"/>
        </w:rPr>
        <w:t>, избушка)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 Четвёртый вопрос</w:t>
      </w:r>
      <w:r w:rsidRPr="006F2B20">
        <w:rPr>
          <w:rFonts w:eastAsia="Times New Roman"/>
          <w:lang w:eastAsia="ru-RU"/>
        </w:rPr>
        <w:t xml:space="preserve"> (слайд 18):</w:t>
      </w:r>
    </w:p>
    <w:p w:rsidR="009F086A" w:rsidRDefault="009F086A" w:rsidP="00E17660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Какая сказка начинается словами: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«Маленькие дети!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Ни за что на свете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Не ходите, дети.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В Африку гулять!» 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(«Тараканище», «Краденое солнце», </w:t>
      </w:r>
      <w:r w:rsidRPr="006F2B20">
        <w:rPr>
          <w:rFonts w:eastAsia="Times New Roman"/>
          <w:u w:val="single"/>
          <w:lang w:eastAsia="ru-RU"/>
        </w:rPr>
        <w:t>«Бармалей»,</w:t>
      </w:r>
      <w:r w:rsidRPr="006F2B20">
        <w:rPr>
          <w:rFonts w:eastAsia="Times New Roman"/>
          <w:lang w:eastAsia="ru-RU"/>
        </w:rPr>
        <w:t xml:space="preserve"> «Доктор Айболит»)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     Пятый вопрос</w:t>
      </w:r>
      <w:r w:rsidRPr="006F2B20">
        <w:rPr>
          <w:rFonts w:eastAsia="Times New Roman"/>
          <w:lang w:eastAsia="ru-RU"/>
        </w:rPr>
        <w:t xml:space="preserve"> (слайд 19):</w:t>
      </w:r>
    </w:p>
    <w:p w:rsidR="009F086A" w:rsidRDefault="009F086A" w:rsidP="00E17660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 xml:space="preserve">Кто подарил царю Дадону золотого петушка? 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(</w:t>
      </w:r>
      <w:r w:rsidRPr="006F2B20">
        <w:rPr>
          <w:rFonts w:eastAsia="Times New Roman"/>
          <w:u w:val="single"/>
          <w:lang w:eastAsia="ru-RU"/>
        </w:rPr>
        <w:t>Звездочёт</w:t>
      </w:r>
      <w:r w:rsidRPr="006F2B20">
        <w:rPr>
          <w:rFonts w:eastAsia="Times New Roman"/>
          <w:lang w:eastAsia="ru-RU"/>
        </w:rPr>
        <w:t>, Колдун, Фея, Баба Яга)</w:t>
      </w:r>
    </w:p>
    <w:p w:rsidR="009F086A" w:rsidRPr="006F2B20" w:rsidRDefault="009F086A" w:rsidP="002C0B0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Слово жюри.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Жюри подводит итоги, участник, у которого меньше всего «звёздочек» - выбывает. Остаётся 4 участника.</w:t>
      </w:r>
    </w:p>
    <w:p w:rsidR="009F086A" w:rsidRPr="006F2B20" w:rsidRDefault="009F086A" w:rsidP="00F8193E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4 тур</w:t>
      </w:r>
      <w:r>
        <w:rPr>
          <w:rFonts w:eastAsia="Times New Roman"/>
          <w:b/>
          <w:bCs/>
          <w:lang w:eastAsia="ru-RU"/>
        </w:rPr>
        <w:t xml:space="preserve"> </w:t>
      </w:r>
      <w:r w:rsidRPr="006F2B20">
        <w:rPr>
          <w:rFonts w:eastAsia="Times New Roman"/>
          <w:b/>
          <w:bCs/>
          <w:lang w:eastAsia="ru-RU"/>
        </w:rPr>
        <w:t>(слайд 20)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 xml:space="preserve">Ведущий:   </w:t>
      </w:r>
      <w:r w:rsidRPr="006F2B20">
        <w:rPr>
          <w:rFonts w:eastAsia="Times New Roman"/>
          <w:b/>
          <w:bCs/>
          <w:lang w:eastAsia="ru-RU"/>
        </w:rPr>
        <w:t xml:space="preserve">Дорогие участники! Вам надо составить длинное слово из этих букв. 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(Варианты слов: ошибка, вобла, брак, волк, река, белка).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«Звёздочка» даётся тому, кто составил самое длинное слово.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Жюри подводит итоги, участник, у которого меньше всего «звёздочек» - выбывает. Остаётся 3 участника.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i/>
          <w:iCs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 xml:space="preserve">Ведущий:  </w:t>
      </w:r>
      <w:r w:rsidRPr="006F2B20">
        <w:rPr>
          <w:rFonts w:eastAsia="Times New Roman"/>
          <w:lang w:eastAsia="ru-RU"/>
        </w:rPr>
        <w:t>Итак, ребята, мы с вами приблизились к финалу. Осталось узнать, кто же получит звание «</w:t>
      </w:r>
      <w:r>
        <w:rPr>
          <w:rFonts w:eastAsia="Times New Roman"/>
          <w:lang w:eastAsia="ru-RU"/>
        </w:rPr>
        <w:t>Лучший читатель</w:t>
      </w:r>
      <w:r w:rsidRPr="006F2B20">
        <w:rPr>
          <w:rFonts w:eastAsia="Times New Roman"/>
          <w:lang w:eastAsia="ru-RU"/>
        </w:rPr>
        <w:t xml:space="preserve">»? Но прежде, чем приступить к последнему конкурсу, давайте посмотрим видеоролик и послушаем замечательную песню!   </w:t>
      </w:r>
      <w:r w:rsidRPr="006F2B20">
        <w:rPr>
          <w:rFonts w:eastAsia="Times New Roman"/>
          <w:b/>
          <w:bCs/>
          <w:i/>
          <w:iCs/>
          <w:lang w:eastAsia="ru-RU"/>
        </w:rPr>
        <w:t>(Видеоролик «В гостях у сказки»).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 xml:space="preserve">Ведущий:  </w:t>
      </w:r>
      <w:r w:rsidRPr="006F2B20">
        <w:rPr>
          <w:rFonts w:eastAsia="Times New Roman"/>
          <w:lang w:eastAsia="ru-RU"/>
        </w:rPr>
        <w:t xml:space="preserve">А теперь - финал! </w:t>
      </w:r>
    </w:p>
    <w:p w:rsidR="009F086A" w:rsidRPr="006F2B20" w:rsidRDefault="009F086A" w:rsidP="008714CF">
      <w:pPr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5 тур (слайд 21)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b/>
          <w:bCs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Вам надо из слова «БУРАТИНО» составить как можно больше слов.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>Побеждает тот, кто составил большее количество слов.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lang w:eastAsia="ru-RU"/>
        </w:rPr>
        <w:t>Варианты слов:</w:t>
      </w:r>
      <w:r w:rsidRPr="006F2B20">
        <w:rPr>
          <w:rFonts w:eastAsia="Times New Roman"/>
          <w:lang w:eastAsia="ru-RU"/>
        </w:rPr>
        <w:t xml:space="preserve"> тина, рот, тор, бур, рубин, нора, торба, тура, бот, бита, табор, бор, роба, бар, нота, рутина, тон, урон, рота.    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b/>
          <w:bCs/>
          <w:i/>
          <w:iCs/>
          <w:lang w:eastAsia="ru-RU"/>
        </w:rPr>
        <w:t>Ведущий:</w:t>
      </w:r>
      <w:r w:rsidRPr="006F2B20">
        <w:rPr>
          <w:rFonts w:eastAsia="Times New Roman"/>
          <w:lang w:eastAsia="ru-RU"/>
        </w:rPr>
        <w:t xml:space="preserve">  Победителем становится…  Он и получает медаль «</w:t>
      </w:r>
      <w:r>
        <w:rPr>
          <w:rFonts w:eastAsia="Times New Roman"/>
          <w:lang w:eastAsia="ru-RU"/>
        </w:rPr>
        <w:t>Лучший читатель</w:t>
      </w:r>
      <w:r w:rsidRPr="006F2B20">
        <w:rPr>
          <w:rFonts w:eastAsia="Times New Roman"/>
          <w:lang w:eastAsia="ru-RU"/>
        </w:rPr>
        <w:t>». Прошу председателя жюри вручить награду.</w:t>
      </w:r>
    </w:p>
    <w:p w:rsidR="009F086A" w:rsidRPr="006F2B20" w:rsidRDefault="009F086A" w:rsidP="00F8193E">
      <w:pPr>
        <w:spacing w:before="100" w:beforeAutospacing="1" w:after="100" w:afterAutospacing="1"/>
        <w:rPr>
          <w:rFonts w:eastAsia="Times New Roman"/>
          <w:lang w:eastAsia="ru-RU"/>
        </w:rPr>
      </w:pPr>
      <w:r w:rsidRPr="006F2B20">
        <w:rPr>
          <w:rFonts w:eastAsia="Times New Roman"/>
          <w:lang w:eastAsia="ru-RU"/>
        </w:rPr>
        <w:t xml:space="preserve">Наша игра подошла к концу. Надеюсь, вам понравилось соревноваться, кто-то узнал для себя что-либо новое. Не расстраивайтесь, если что-то не получилось, ведь главное - не победа, а участие. 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В мире много сказок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Грустных и смешных,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И прожить на свете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Нам нельзя без них.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Лампа Аладдина,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В сказку нас веди,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Башмачок хрустальный,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Помоги в пути!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Мальчик Чиполлино,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Мишка Винни-Пух –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Каждый нам в дороге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Настоящий друг.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Пусть герои сказок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Дарят нам тепло,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Пусть добро навеки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center"/>
      </w:pPr>
      <w:r w:rsidRPr="006F2B20">
        <w:t>Побеждает зло.</w:t>
      </w:r>
    </w:p>
    <w:p w:rsidR="009F086A" w:rsidRPr="006F2B20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both"/>
      </w:pPr>
      <w:r w:rsidRPr="006F2B20">
        <w:t>До свидания! До новых встреч!</w:t>
      </w:r>
    </w:p>
    <w:p w:rsidR="009F086A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both"/>
        <w:rPr>
          <w:sz w:val="28"/>
          <w:szCs w:val="28"/>
        </w:rPr>
      </w:pPr>
    </w:p>
    <w:p w:rsidR="009F086A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both"/>
        <w:rPr>
          <w:sz w:val="28"/>
          <w:szCs w:val="28"/>
        </w:rPr>
      </w:pPr>
    </w:p>
    <w:p w:rsidR="009F086A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both"/>
        <w:rPr>
          <w:sz w:val="28"/>
          <w:szCs w:val="28"/>
        </w:rPr>
      </w:pPr>
    </w:p>
    <w:p w:rsidR="009F086A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Источники:</w:t>
      </w:r>
    </w:p>
    <w:p w:rsidR="009F086A" w:rsidRPr="00224025" w:rsidRDefault="009F086A" w:rsidP="00224025">
      <w:pPr>
        <w:pStyle w:val="NormalWeb"/>
        <w:shd w:val="clear" w:color="auto" w:fill="FFFFFF"/>
        <w:spacing w:before="234" w:beforeAutospacing="0" w:after="234" w:afterAutospacing="0" w:line="276" w:lineRule="auto"/>
        <w:jc w:val="both"/>
        <w:rPr>
          <w:sz w:val="28"/>
          <w:szCs w:val="28"/>
        </w:rPr>
      </w:pPr>
      <w:hyperlink r:id="rId7" w:history="1">
        <w:r w:rsidRPr="00224025">
          <w:rPr>
            <w:rStyle w:val="Hyperlink"/>
            <w:sz w:val="28"/>
            <w:szCs w:val="28"/>
          </w:rPr>
          <w:t>http://www.ostrovskazok.ru/2-aprelya-mezhdunarodniy-den-detskoy-knigi/stichotvoreniya-o-skazkach</w:t>
        </w:r>
      </w:hyperlink>
      <w:r w:rsidRPr="00224025">
        <w:rPr>
          <w:sz w:val="28"/>
          <w:szCs w:val="28"/>
        </w:rPr>
        <w:t xml:space="preserve"> - стихи</w:t>
      </w:r>
    </w:p>
    <w:p w:rsidR="009F086A" w:rsidRPr="00224025" w:rsidRDefault="009F086A" w:rsidP="00224025">
      <w:pPr>
        <w:rPr>
          <w:sz w:val="28"/>
          <w:szCs w:val="28"/>
        </w:rPr>
      </w:pPr>
      <w:hyperlink r:id="rId8" w:history="1">
        <w:r w:rsidRPr="00224025">
          <w:rPr>
            <w:rStyle w:val="Hyperlink"/>
            <w:sz w:val="28"/>
            <w:szCs w:val="28"/>
          </w:rPr>
          <w:t>http://chudesenka.ru/load/1-1-0-64</w:t>
        </w:r>
      </w:hyperlink>
      <w:r w:rsidRPr="00224025">
        <w:rPr>
          <w:sz w:val="28"/>
          <w:szCs w:val="28"/>
        </w:rPr>
        <w:t xml:space="preserve"> - песенка «Приходите в гости к нам»</w:t>
      </w:r>
    </w:p>
    <w:p w:rsidR="009F086A" w:rsidRPr="00224025" w:rsidRDefault="009F086A" w:rsidP="00224025">
      <w:pPr>
        <w:rPr>
          <w:sz w:val="28"/>
          <w:szCs w:val="28"/>
        </w:rPr>
      </w:pPr>
      <w:hyperlink r:id="rId9" w:history="1">
        <w:r w:rsidRPr="00224025">
          <w:rPr>
            <w:rStyle w:val="Hyperlink"/>
            <w:sz w:val="28"/>
            <w:szCs w:val="28"/>
          </w:rPr>
          <w:t>http://vkusnyasha.ru/diplomi/P16.jpg</w:t>
        </w:r>
      </w:hyperlink>
      <w:r w:rsidRPr="00224025">
        <w:rPr>
          <w:sz w:val="28"/>
          <w:szCs w:val="28"/>
        </w:rPr>
        <w:t>- фон</w:t>
      </w:r>
    </w:p>
    <w:p w:rsidR="009F086A" w:rsidRPr="00224025" w:rsidRDefault="009F086A" w:rsidP="00224025">
      <w:pPr>
        <w:rPr>
          <w:sz w:val="28"/>
          <w:szCs w:val="28"/>
        </w:rPr>
      </w:pPr>
      <w:hyperlink r:id="rId10" w:history="1">
        <w:r w:rsidRPr="00224025">
          <w:rPr>
            <w:rStyle w:val="Hyperlink"/>
            <w:sz w:val="28"/>
            <w:szCs w:val="28"/>
          </w:rPr>
          <w:t>http://i.i.ua/photo/images/pic/1/8/5745581_883287ba.jpg</w:t>
        </w:r>
      </w:hyperlink>
      <w:r w:rsidRPr="00224025">
        <w:rPr>
          <w:sz w:val="28"/>
          <w:szCs w:val="28"/>
        </w:rPr>
        <w:t xml:space="preserve"> - фон ярк</w:t>
      </w:r>
    </w:p>
    <w:p w:rsidR="009F086A" w:rsidRPr="00224025" w:rsidRDefault="009F086A" w:rsidP="00224025">
      <w:pPr>
        <w:rPr>
          <w:sz w:val="28"/>
          <w:szCs w:val="28"/>
        </w:rPr>
      </w:pPr>
      <w:hyperlink r:id="rId11" w:history="1">
        <w:r w:rsidRPr="00224025">
          <w:rPr>
            <w:rStyle w:val="Hyperlink"/>
            <w:sz w:val="28"/>
            <w:szCs w:val="28"/>
          </w:rPr>
          <w:t>http://img0.liveinternet.ru/images/attach/b/3/7/468/7468683_148679.jpg</w:t>
        </w:r>
      </w:hyperlink>
      <w:r w:rsidRPr="00224025">
        <w:rPr>
          <w:sz w:val="28"/>
          <w:szCs w:val="28"/>
        </w:rPr>
        <w:t xml:space="preserve"> -царевна-лягушка</w:t>
      </w:r>
    </w:p>
    <w:p w:rsidR="009F086A" w:rsidRPr="00224025" w:rsidRDefault="009F086A" w:rsidP="00224025">
      <w:pPr>
        <w:rPr>
          <w:sz w:val="28"/>
          <w:szCs w:val="28"/>
        </w:rPr>
      </w:pPr>
      <w:hyperlink r:id="rId12" w:history="1">
        <w:r w:rsidRPr="00224025">
          <w:rPr>
            <w:rStyle w:val="Hyperlink"/>
            <w:sz w:val="28"/>
            <w:szCs w:val="28"/>
          </w:rPr>
          <w:t>http://www.news29.ru/images/news/big/1291378757.jpg</w:t>
        </w:r>
      </w:hyperlink>
      <w:r w:rsidRPr="00224025">
        <w:rPr>
          <w:sz w:val="28"/>
          <w:szCs w:val="28"/>
        </w:rPr>
        <w:t xml:space="preserve"> -три девицы</w:t>
      </w:r>
    </w:p>
    <w:p w:rsidR="009F086A" w:rsidRPr="00224025" w:rsidRDefault="009F086A" w:rsidP="00224025">
      <w:pPr>
        <w:rPr>
          <w:sz w:val="28"/>
          <w:szCs w:val="28"/>
        </w:rPr>
      </w:pPr>
      <w:hyperlink r:id="rId13" w:history="1">
        <w:r w:rsidRPr="00224025">
          <w:rPr>
            <w:rStyle w:val="Hyperlink"/>
            <w:sz w:val="28"/>
            <w:szCs w:val="28"/>
          </w:rPr>
          <w:t>http://newtimes.ru/upload/medialibrary/516/152-27-01.jpg</w:t>
        </w:r>
      </w:hyperlink>
      <w:r w:rsidRPr="00224025">
        <w:rPr>
          <w:sz w:val="28"/>
          <w:szCs w:val="28"/>
        </w:rPr>
        <w:t xml:space="preserve"> - поле чудес</w:t>
      </w:r>
    </w:p>
    <w:p w:rsidR="009F086A" w:rsidRPr="00224025" w:rsidRDefault="009F086A" w:rsidP="00224025">
      <w:pPr>
        <w:rPr>
          <w:sz w:val="28"/>
          <w:szCs w:val="28"/>
        </w:rPr>
      </w:pPr>
      <w:hyperlink r:id="rId14" w:history="1">
        <w:r w:rsidRPr="00224025">
          <w:rPr>
            <w:rStyle w:val="Hyperlink"/>
            <w:sz w:val="28"/>
            <w:szCs w:val="28"/>
          </w:rPr>
          <w:t>http://my-shop.ru/_files/product/3/42/410770.jpg</w:t>
        </w:r>
      </w:hyperlink>
      <w:r w:rsidRPr="00224025">
        <w:rPr>
          <w:sz w:val="28"/>
          <w:szCs w:val="28"/>
        </w:rPr>
        <w:t xml:space="preserve"> - кот в сапогах</w:t>
      </w:r>
    </w:p>
    <w:p w:rsidR="009F086A" w:rsidRPr="00224025" w:rsidRDefault="009F086A" w:rsidP="00224025">
      <w:pPr>
        <w:rPr>
          <w:sz w:val="28"/>
          <w:szCs w:val="28"/>
        </w:rPr>
      </w:pPr>
      <w:hyperlink r:id="rId15" w:history="1">
        <w:r w:rsidRPr="00224025">
          <w:rPr>
            <w:rStyle w:val="Hyperlink"/>
            <w:sz w:val="28"/>
            <w:szCs w:val="28"/>
          </w:rPr>
          <w:t>http://prazdni.com/wp-content/uploads/2010/01/skazki_pushkina_skachat_thumb.jpg</w:t>
        </w:r>
      </w:hyperlink>
      <w:r w:rsidRPr="00224025">
        <w:rPr>
          <w:sz w:val="28"/>
          <w:szCs w:val="28"/>
        </w:rPr>
        <w:t xml:space="preserve"> - балда</w:t>
      </w:r>
    </w:p>
    <w:p w:rsidR="009F086A" w:rsidRPr="00224025" w:rsidRDefault="009F086A" w:rsidP="00224025">
      <w:pPr>
        <w:rPr>
          <w:sz w:val="28"/>
          <w:szCs w:val="28"/>
        </w:rPr>
      </w:pPr>
      <w:hyperlink r:id="rId16" w:history="1">
        <w:r w:rsidRPr="00224025">
          <w:rPr>
            <w:rStyle w:val="Hyperlink"/>
            <w:sz w:val="28"/>
            <w:szCs w:val="28"/>
          </w:rPr>
          <w:t>http://img-fotki.yandex.ru/get/4513/gubernskiy2011.39/0_48640_2fced34d_XL</w:t>
        </w:r>
      </w:hyperlink>
      <w:r w:rsidRPr="00224025">
        <w:rPr>
          <w:sz w:val="28"/>
          <w:szCs w:val="28"/>
        </w:rPr>
        <w:t xml:space="preserve"> - чебурашка</w:t>
      </w:r>
    </w:p>
    <w:p w:rsidR="009F086A" w:rsidRPr="00224025" w:rsidRDefault="009F086A" w:rsidP="00224025">
      <w:pPr>
        <w:rPr>
          <w:sz w:val="28"/>
          <w:szCs w:val="28"/>
        </w:rPr>
      </w:pPr>
      <w:hyperlink r:id="rId17" w:history="1">
        <w:r w:rsidRPr="00224025">
          <w:rPr>
            <w:rStyle w:val="Hyperlink"/>
            <w:sz w:val="28"/>
            <w:szCs w:val="28"/>
          </w:rPr>
          <w:t>http://cs5925.userapi.com/u154176808/-14/x_208d9eae.jpg</w:t>
        </w:r>
      </w:hyperlink>
      <w:r w:rsidRPr="00224025">
        <w:rPr>
          <w:sz w:val="28"/>
          <w:szCs w:val="28"/>
        </w:rPr>
        <w:t xml:space="preserve"> - колобок</w:t>
      </w:r>
    </w:p>
    <w:p w:rsidR="009F086A" w:rsidRPr="00224025" w:rsidRDefault="009F086A" w:rsidP="00224025">
      <w:pPr>
        <w:rPr>
          <w:sz w:val="28"/>
          <w:szCs w:val="28"/>
        </w:rPr>
      </w:pPr>
      <w:hyperlink r:id="rId18" w:history="1">
        <w:r w:rsidRPr="00224025">
          <w:rPr>
            <w:rStyle w:val="Hyperlink"/>
            <w:sz w:val="28"/>
            <w:szCs w:val="28"/>
          </w:rPr>
          <w:t>http://www.tirnet.ru/sites/default/files/rus_tales/van_volk8.jpg</w:t>
        </w:r>
      </w:hyperlink>
      <w:r w:rsidRPr="00224025">
        <w:rPr>
          <w:sz w:val="28"/>
          <w:szCs w:val="28"/>
        </w:rPr>
        <w:t xml:space="preserve"> - иван-царевич</w:t>
      </w:r>
    </w:p>
    <w:p w:rsidR="009F086A" w:rsidRPr="00224025" w:rsidRDefault="009F086A" w:rsidP="00224025">
      <w:pPr>
        <w:rPr>
          <w:sz w:val="28"/>
          <w:szCs w:val="28"/>
        </w:rPr>
      </w:pPr>
      <w:hyperlink r:id="rId19" w:history="1">
        <w:r w:rsidRPr="00224025">
          <w:rPr>
            <w:rStyle w:val="Hyperlink"/>
            <w:sz w:val="28"/>
            <w:szCs w:val="28"/>
          </w:rPr>
          <w:t>http://i081.radikal.ru/0910/87/1287797f915c.jpg</w:t>
        </w:r>
      </w:hyperlink>
      <w:r w:rsidRPr="00224025">
        <w:rPr>
          <w:sz w:val="28"/>
          <w:szCs w:val="28"/>
        </w:rPr>
        <w:t xml:space="preserve"> - стрела</w:t>
      </w:r>
    </w:p>
    <w:p w:rsidR="009F086A" w:rsidRPr="00224025" w:rsidRDefault="009F086A" w:rsidP="00224025">
      <w:pPr>
        <w:rPr>
          <w:sz w:val="28"/>
          <w:szCs w:val="28"/>
        </w:rPr>
      </w:pPr>
      <w:hyperlink r:id="rId20" w:history="1">
        <w:r w:rsidRPr="00224025">
          <w:rPr>
            <w:rStyle w:val="Hyperlink"/>
            <w:sz w:val="28"/>
            <w:szCs w:val="28"/>
          </w:rPr>
          <w:t>http://i.allday.ru/uploads/posts/2010-11/1288902474_21.jpg</w:t>
        </w:r>
      </w:hyperlink>
      <w:r w:rsidRPr="00224025">
        <w:rPr>
          <w:sz w:val="28"/>
          <w:szCs w:val="28"/>
        </w:rPr>
        <w:t xml:space="preserve"> - кощей</w:t>
      </w:r>
    </w:p>
    <w:p w:rsidR="009F086A" w:rsidRPr="00224025" w:rsidRDefault="009F086A" w:rsidP="00224025">
      <w:pPr>
        <w:rPr>
          <w:sz w:val="28"/>
          <w:szCs w:val="28"/>
        </w:rPr>
      </w:pPr>
      <w:hyperlink r:id="rId21" w:history="1">
        <w:r w:rsidRPr="00224025">
          <w:rPr>
            <w:rStyle w:val="Hyperlink"/>
            <w:sz w:val="28"/>
            <w:szCs w:val="28"/>
          </w:rPr>
          <w:t>http://ag.prositehost.ru/media/pazzles/P60/1642_Lis_Jurav.jpg</w:t>
        </w:r>
      </w:hyperlink>
      <w:r w:rsidRPr="00224025">
        <w:rPr>
          <w:sz w:val="28"/>
          <w:szCs w:val="28"/>
        </w:rPr>
        <w:t xml:space="preserve"> - лиса и журавль</w:t>
      </w:r>
    </w:p>
    <w:p w:rsidR="009F086A" w:rsidRPr="00224025" w:rsidRDefault="009F086A" w:rsidP="00224025">
      <w:pPr>
        <w:rPr>
          <w:sz w:val="28"/>
          <w:szCs w:val="28"/>
        </w:rPr>
      </w:pPr>
      <w:hyperlink r:id="rId22" w:history="1">
        <w:r w:rsidRPr="00224025">
          <w:rPr>
            <w:rStyle w:val="Hyperlink"/>
            <w:sz w:val="28"/>
            <w:szCs w:val="28"/>
          </w:rPr>
          <w:t>http://cs4308.vkontakte.ru/u36597158/-1/x_47e5a3a9.jpg</w:t>
        </w:r>
      </w:hyperlink>
      <w:r w:rsidRPr="00224025">
        <w:rPr>
          <w:sz w:val="28"/>
          <w:szCs w:val="28"/>
        </w:rPr>
        <w:t xml:space="preserve"> - винни пух</w:t>
      </w:r>
    </w:p>
    <w:p w:rsidR="009F086A" w:rsidRPr="00224025" w:rsidRDefault="009F086A" w:rsidP="00224025">
      <w:pPr>
        <w:rPr>
          <w:sz w:val="28"/>
          <w:szCs w:val="28"/>
        </w:rPr>
      </w:pPr>
      <w:hyperlink r:id="rId23" w:history="1">
        <w:r w:rsidRPr="00224025">
          <w:rPr>
            <w:rStyle w:val="Hyperlink"/>
            <w:sz w:val="28"/>
            <w:szCs w:val="28"/>
          </w:rPr>
          <w:t>http://www.tek-vent.ru/assets/images/articles/8-%D0%B5%D1%81%D0%BB%D0%B8%20%D1%81%D0%B4%D0%B5%D0%BB%D0%B0%D1%82%D1%8C%20%D0%BF%D0%BE%D0%BC%D0%B5%D0%BD%D1%8C%D1%88%D0%B5,%20%D1%82%D0%BE%20%D1%87%D0%B5%D1%82%D0%BA%D0%BE%20%D0%B1%D1%83%D0%B4%D0%B5%D1%82.jpg</w:t>
        </w:r>
      </w:hyperlink>
      <w:r w:rsidRPr="00224025">
        <w:rPr>
          <w:sz w:val="28"/>
          <w:szCs w:val="28"/>
        </w:rPr>
        <w:t xml:space="preserve"> – гуси лебеди</w:t>
      </w:r>
    </w:p>
    <w:p w:rsidR="009F086A" w:rsidRPr="00224025" w:rsidRDefault="009F086A" w:rsidP="00224025">
      <w:pPr>
        <w:rPr>
          <w:sz w:val="28"/>
          <w:szCs w:val="28"/>
        </w:rPr>
      </w:pPr>
      <w:hyperlink r:id="rId24" w:history="1">
        <w:r w:rsidRPr="00224025">
          <w:rPr>
            <w:rStyle w:val="Hyperlink"/>
            <w:sz w:val="28"/>
            <w:szCs w:val="28"/>
          </w:rPr>
          <w:t>http://static.ozone.ru/multimedia/books_covers/1003277877.jpg</w:t>
        </w:r>
      </w:hyperlink>
      <w:r w:rsidRPr="00224025">
        <w:rPr>
          <w:sz w:val="28"/>
          <w:szCs w:val="28"/>
        </w:rPr>
        <w:t xml:space="preserve"> - бармалей</w:t>
      </w:r>
    </w:p>
    <w:p w:rsidR="009F086A" w:rsidRPr="00224025" w:rsidRDefault="009F086A" w:rsidP="00224025">
      <w:pPr>
        <w:rPr>
          <w:sz w:val="28"/>
          <w:szCs w:val="28"/>
        </w:rPr>
      </w:pPr>
      <w:hyperlink r:id="rId25" w:history="1">
        <w:r w:rsidRPr="00224025">
          <w:rPr>
            <w:rStyle w:val="Hyperlink"/>
            <w:sz w:val="28"/>
            <w:szCs w:val="28"/>
          </w:rPr>
          <w:t>http://www.tirnet.ru/sites/default/files/soviet_tales/zolotoi_petushok9.jpg</w:t>
        </w:r>
      </w:hyperlink>
      <w:r w:rsidRPr="00224025">
        <w:rPr>
          <w:sz w:val="28"/>
          <w:szCs w:val="28"/>
        </w:rPr>
        <w:t xml:space="preserve"> - золотой петушок</w:t>
      </w:r>
    </w:p>
    <w:p w:rsidR="009F086A" w:rsidRDefault="009F086A" w:rsidP="00224025">
      <w:pPr>
        <w:rPr>
          <w:sz w:val="28"/>
          <w:szCs w:val="28"/>
        </w:rPr>
      </w:pPr>
      <w:hyperlink r:id="rId26" w:history="1">
        <w:r w:rsidRPr="00224025">
          <w:rPr>
            <w:rStyle w:val="Hyperlink"/>
            <w:sz w:val="28"/>
            <w:szCs w:val="28"/>
          </w:rPr>
          <w:t>http://im7-tub-ru.yandex.net/i?id=522359977-34-72&amp;n=21</w:t>
        </w:r>
      </w:hyperlink>
      <w:r w:rsidRPr="00224025">
        <w:rPr>
          <w:sz w:val="28"/>
          <w:szCs w:val="28"/>
        </w:rPr>
        <w:t xml:space="preserve"> – гном</w:t>
      </w:r>
    </w:p>
    <w:p w:rsidR="009F086A" w:rsidRPr="00224025" w:rsidRDefault="009F086A" w:rsidP="00224025">
      <w:pPr>
        <w:rPr>
          <w:sz w:val="28"/>
          <w:szCs w:val="28"/>
        </w:rPr>
      </w:pPr>
    </w:p>
    <w:p w:rsidR="009F086A" w:rsidRPr="0032436A" w:rsidRDefault="009F086A" w:rsidP="0032436A">
      <w:pPr>
        <w:pStyle w:val="NormalWeb"/>
        <w:shd w:val="clear" w:color="auto" w:fill="FFFFFF"/>
        <w:tabs>
          <w:tab w:val="left" w:pos="8251"/>
        </w:tabs>
        <w:spacing w:before="234" w:beforeAutospacing="0" w:after="234" w:afterAutospacing="0" w:line="276" w:lineRule="auto"/>
        <w:jc w:val="both"/>
        <w:rPr>
          <w:sz w:val="28"/>
          <w:szCs w:val="28"/>
        </w:rPr>
      </w:pPr>
      <w:hyperlink r:id="rId27" w:history="1">
        <w:r w:rsidRPr="0032436A">
          <w:rPr>
            <w:rStyle w:val="Hyperlink"/>
            <w:sz w:val="28"/>
            <w:szCs w:val="28"/>
          </w:rPr>
          <w:t>http://img-fotki.yandex.ru/get/4510/mistina.2e/0_506e9_c57c1fff_XL</w:t>
        </w:r>
      </w:hyperlink>
      <w:r>
        <w:rPr>
          <w:sz w:val="28"/>
          <w:szCs w:val="28"/>
        </w:rPr>
        <w:t xml:space="preserve"> - медалька</w:t>
      </w:r>
    </w:p>
    <w:p w:rsidR="009F086A" w:rsidRPr="00224025" w:rsidRDefault="009F086A" w:rsidP="00224025">
      <w:pPr>
        <w:shd w:val="clear" w:color="auto" w:fill="FFFFFF"/>
        <w:spacing w:before="100" w:beforeAutospacing="1" w:after="100" w:afterAutospacing="1" w:line="276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9F086A" w:rsidRPr="008714CF" w:rsidRDefault="009F086A" w:rsidP="00F8193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</w:p>
    <w:p w:rsidR="009F086A" w:rsidRDefault="009F086A" w:rsidP="00F8193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</w:p>
    <w:p w:rsidR="009F086A" w:rsidRDefault="009F086A" w:rsidP="00E9198E">
      <w:pPr>
        <w:spacing w:before="100" w:beforeAutospacing="1" w:after="100" w:afterAutospacing="1"/>
      </w:pPr>
    </w:p>
    <w:sectPr w:rsidR="009F086A" w:rsidSect="0055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86A" w:rsidRDefault="009F086A" w:rsidP="00040320">
      <w:r>
        <w:separator/>
      </w:r>
    </w:p>
  </w:endnote>
  <w:endnote w:type="continuationSeparator" w:id="1">
    <w:p w:rsidR="009F086A" w:rsidRDefault="009F086A" w:rsidP="00040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86A" w:rsidRDefault="009F086A" w:rsidP="00040320">
      <w:r>
        <w:separator/>
      </w:r>
    </w:p>
  </w:footnote>
  <w:footnote w:type="continuationSeparator" w:id="1">
    <w:p w:rsidR="009F086A" w:rsidRDefault="009F086A" w:rsidP="00040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6F4E"/>
    <w:multiLevelType w:val="multilevel"/>
    <w:tmpl w:val="C576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2B5FBF"/>
    <w:multiLevelType w:val="hybridMultilevel"/>
    <w:tmpl w:val="391652DA"/>
    <w:lvl w:ilvl="0" w:tplc="7796335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31706209"/>
    <w:multiLevelType w:val="hybridMultilevel"/>
    <w:tmpl w:val="8DB6F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5D90AED"/>
    <w:multiLevelType w:val="hybridMultilevel"/>
    <w:tmpl w:val="C74C6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1692A60"/>
    <w:multiLevelType w:val="hybridMultilevel"/>
    <w:tmpl w:val="A9521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26F4C45"/>
    <w:multiLevelType w:val="hybridMultilevel"/>
    <w:tmpl w:val="72E65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C02037"/>
    <w:multiLevelType w:val="multilevel"/>
    <w:tmpl w:val="1B90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40057"/>
    <w:multiLevelType w:val="hybridMultilevel"/>
    <w:tmpl w:val="4A144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6F34A63"/>
    <w:multiLevelType w:val="hybridMultilevel"/>
    <w:tmpl w:val="F03CD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F675C32"/>
    <w:multiLevelType w:val="hybridMultilevel"/>
    <w:tmpl w:val="7F14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B18"/>
    <w:rsid w:val="0003332B"/>
    <w:rsid w:val="00040320"/>
    <w:rsid w:val="00092213"/>
    <w:rsid w:val="000A17C7"/>
    <w:rsid w:val="000A6C53"/>
    <w:rsid w:val="000D4632"/>
    <w:rsid w:val="00224025"/>
    <w:rsid w:val="0027405E"/>
    <w:rsid w:val="002C0B0E"/>
    <w:rsid w:val="002C4CC1"/>
    <w:rsid w:val="002D1FD5"/>
    <w:rsid w:val="0032436A"/>
    <w:rsid w:val="0036460E"/>
    <w:rsid w:val="00370C34"/>
    <w:rsid w:val="00502811"/>
    <w:rsid w:val="00525A58"/>
    <w:rsid w:val="00534FCF"/>
    <w:rsid w:val="0055359F"/>
    <w:rsid w:val="00556BC2"/>
    <w:rsid w:val="00574718"/>
    <w:rsid w:val="0059239D"/>
    <w:rsid w:val="006F2B20"/>
    <w:rsid w:val="00744049"/>
    <w:rsid w:val="007C6C50"/>
    <w:rsid w:val="007D2370"/>
    <w:rsid w:val="007E3CD8"/>
    <w:rsid w:val="00846F8E"/>
    <w:rsid w:val="00854A5B"/>
    <w:rsid w:val="008714CF"/>
    <w:rsid w:val="008F3BCF"/>
    <w:rsid w:val="009F086A"/>
    <w:rsid w:val="00AD5C55"/>
    <w:rsid w:val="00AE3B18"/>
    <w:rsid w:val="00B06F3D"/>
    <w:rsid w:val="00B46DBE"/>
    <w:rsid w:val="00C01836"/>
    <w:rsid w:val="00C61931"/>
    <w:rsid w:val="00DF72F0"/>
    <w:rsid w:val="00DF7B94"/>
    <w:rsid w:val="00E17660"/>
    <w:rsid w:val="00E44836"/>
    <w:rsid w:val="00E9198E"/>
    <w:rsid w:val="00EB2C99"/>
    <w:rsid w:val="00EE7309"/>
    <w:rsid w:val="00F06631"/>
    <w:rsid w:val="00F25438"/>
    <w:rsid w:val="00F81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18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3B18"/>
    <w:pPr>
      <w:ind w:left="720"/>
    </w:pPr>
  </w:style>
  <w:style w:type="paragraph" w:styleId="NormalWeb">
    <w:name w:val="Normal (Web)"/>
    <w:basedOn w:val="Normal"/>
    <w:uiPriority w:val="99"/>
    <w:semiHidden/>
    <w:rsid w:val="000922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46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F8E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04032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32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0403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032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semiHidden/>
    <w:rsid w:val="002240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udesenka.ru/load/1-1-0-64" TargetMode="External"/><Relationship Id="rId13" Type="http://schemas.openxmlformats.org/officeDocument/2006/relationships/hyperlink" Target="http://newtimes.ru/upload/medialibrary/516/152-27-01.jpg" TargetMode="External"/><Relationship Id="rId18" Type="http://schemas.openxmlformats.org/officeDocument/2006/relationships/hyperlink" Target="http://www.tirnet.ru/sites/default/files/rus_tales/van_volk8.jpg" TargetMode="External"/><Relationship Id="rId26" Type="http://schemas.openxmlformats.org/officeDocument/2006/relationships/hyperlink" Target="http://im7-tub-ru.yandex.net/i?id=522359977-34-72&amp;n=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g.prositehost.ru/media/pazzles/P60/1642_Lis_Jurav.jpg" TargetMode="External"/><Relationship Id="rId7" Type="http://schemas.openxmlformats.org/officeDocument/2006/relationships/hyperlink" Target="http://www.ostrovskazok.ru/2-aprelya-mezhdunarodniy-den-detskoy-knigi/stichotvoreniya-o-skazkach" TargetMode="External"/><Relationship Id="rId12" Type="http://schemas.openxmlformats.org/officeDocument/2006/relationships/hyperlink" Target="http://www.news29.ru/images/news/big/1291378757.jpg" TargetMode="External"/><Relationship Id="rId17" Type="http://schemas.openxmlformats.org/officeDocument/2006/relationships/hyperlink" Target="http://cs5925.userapi.com/u154176808/-14/x_208d9eae.jpg" TargetMode="External"/><Relationship Id="rId25" Type="http://schemas.openxmlformats.org/officeDocument/2006/relationships/hyperlink" Target="http://www.tirnet.ru/sites/default/files/soviet_tales/zolotoi_petushok9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g-fotki.yandex.ru/get/4513/gubernskiy2011.39/0_48640_2fced34d_XL" TargetMode="External"/><Relationship Id="rId20" Type="http://schemas.openxmlformats.org/officeDocument/2006/relationships/hyperlink" Target="http://i.allday.ru/uploads/posts/2010-11/1288902474_21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g0.liveinternet.ru/images/attach/b/3/7/468/7468683_148679.jpg" TargetMode="External"/><Relationship Id="rId24" Type="http://schemas.openxmlformats.org/officeDocument/2006/relationships/hyperlink" Target="http://static.ozone.ru/multimedia/books_covers/1003277877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zdni.com/wp-content/uploads/2010/01/skazki_pushkina_skachat_thumb.jpg" TargetMode="External"/><Relationship Id="rId23" Type="http://schemas.openxmlformats.org/officeDocument/2006/relationships/hyperlink" Target="http://www.tek-vent.ru/assets/images/articles/8-%D0%B5%D1%81%D0%BB%D0%B8%20%D1%81%D0%B4%D0%B5%D0%BB%D0%B0%D1%82%D1%8C%20%D0%BF%D0%BE%D0%BC%D0%B5%D0%BD%D1%8C%D1%88%D0%B5,%20%D1%82%D0%BE%20%D1%87%D0%B5%D1%82%D0%BA%D0%BE%20%D0%B1%D1%83%D0%B4%D0%B5%D1%82.jp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.i.ua/photo/images/pic/1/8/5745581_883287ba.jpg" TargetMode="External"/><Relationship Id="rId19" Type="http://schemas.openxmlformats.org/officeDocument/2006/relationships/hyperlink" Target="http://i081.radikal.ru/0910/87/1287797f915c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kusnyasha.ru/diplomi/P16.jpg" TargetMode="External"/><Relationship Id="rId14" Type="http://schemas.openxmlformats.org/officeDocument/2006/relationships/hyperlink" Target="http://my-shop.ru/_files/product/3/42/410770.jpg" TargetMode="External"/><Relationship Id="rId22" Type="http://schemas.openxmlformats.org/officeDocument/2006/relationships/hyperlink" Target="http://cs4308.vkontakte.ru/u36597158/-1/x_47e5a3a9.jpg" TargetMode="External"/><Relationship Id="rId27" Type="http://schemas.openxmlformats.org/officeDocument/2006/relationships/hyperlink" Target="http://img-fotki.yandex.ru/get/4510/mistina.2e/0_506e9_c57c1fff_X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8</Pages>
  <Words>1531</Words>
  <Characters>8730</Characters>
  <Application>Microsoft Office Outlook</Application>
  <DocSecurity>0</DocSecurity>
  <Lines>0</Lines>
  <Paragraphs>0</Paragraphs>
  <ScaleCrop>false</ScaleCrop>
  <Company>Татьяна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за прелесть...</dc:title>
  <dc:subject/>
  <dc:creator>Белозёрова</dc:creator>
  <cp:keywords/>
  <dc:description/>
  <cp:lastModifiedBy>Admin</cp:lastModifiedBy>
  <cp:revision>3</cp:revision>
  <cp:lastPrinted>2013-01-02T12:50:00Z</cp:lastPrinted>
  <dcterms:created xsi:type="dcterms:W3CDTF">2013-01-02T12:45:00Z</dcterms:created>
  <dcterms:modified xsi:type="dcterms:W3CDTF">2013-01-02T12:51:00Z</dcterms:modified>
</cp:coreProperties>
</file>